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C6980" w14:textId="4C055AF1" w:rsidR="00C53BC7" w:rsidRPr="00F145A9" w:rsidRDefault="004C53C7" w:rsidP="004C53C7">
      <w:pPr>
        <w:pStyle w:val="Heading1"/>
      </w:pPr>
      <w:bookmarkStart w:id="0" w:name="_GoBack"/>
      <w:bookmarkEnd w:id="0"/>
      <w:r>
        <w:t>Instructions</w:t>
      </w:r>
    </w:p>
    <w:p w14:paraId="7C081476" w14:textId="77777777" w:rsidR="00262E5D" w:rsidRPr="00F145A9" w:rsidRDefault="00262E5D">
      <w:pPr>
        <w:rPr>
          <w:rFonts w:ascii="Times New Roman" w:hAnsi="Times New Roman" w:cs="Times New Roman"/>
          <w:sz w:val="28"/>
          <w:szCs w:val="28"/>
          <w:lang w:val="de-DE"/>
        </w:rPr>
      </w:pPr>
    </w:p>
    <w:p w14:paraId="5D05DF36" w14:textId="77777777" w:rsidR="00262E5D" w:rsidRPr="00D964C0" w:rsidRDefault="00262E5D" w:rsidP="00262E5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  <w:lang w:val="de-DE"/>
        </w:rPr>
      </w:pPr>
      <w:r w:rsidRPr="00D964C0">
        <w:rPr>
          <w:rFonts w:ascii="Arial" w:hAnsi="Arial" w:cs="Arial"/>
          <w:sz w:val="28"/>
          <w:szCs w:val="28"/>
          <w:lang w:val="de-DE"/>
        </w:rPr>
        <w:t xml:space="preserve">Turn on </w:t>
      </w:r>
      <w:r w:rsidR="00472243" w:rsidRPr="00D964C0">
        <w:rPr>
          <w:rFonts w:ascii="Arial" w:hAnsi="Arial" w:cs="Arial"/>
          <w:sz w:val="28"/>
          <w:szCs w:val="28"/>
        </w:rPr>
        <w:t>screen</w:t>
      </w:r>
    </w:p>
    <w:p w14:paraId="45510DA2" w14:textId="77777777" w:rsidR="00262E5D" w:rsidRDefault="00262E5D" w:rsidP="00262E5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D964C0">
        <w:rPr>
          <w:rFonts w:ascii="Arial" w:hAnsi="Arial" w:cs="Arial"/>
          <w:sz w:val="28"/>
          <w:szCs w:val="28"/>
        </w:rPr>
        <w:t>Move mouse in case screensaver is active</w:t>
      </w:r>
    </w:p>
    <w:p w14:paraId="5184D2B9" w14:textId="77777777" w:rsidR="00D964C0" w:rsidRPr="00D964C0" w:rsidRDefault="00D964C0" w:rsidP="00262E5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Enter authentication information</w:t>
      </w:r>
    </w:p>
    <w:p w14:paraId="6F94D8FF" w14:textId="77777777" w:rsidR="00262E5D" w:rsidRPr="00D964C0" w:rsidRDefault="00D964C0" w:rsidP="00D964C0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E8431B" w:rsidRPr="00D964C0">
        <w:rPr>
          <w:rFonts w:ascii="Arial" w:hAnsi="Arial" w:cs="Arial"/>
          <w:sz w:val="28"/>
          <w:szCs w:val="28"/>
        </w:rPr>
        <w:t xml:space="preserve">sername: </w:t>
      </w:r>
      <w:r w:rsidR="00E8431B" w:rsidRPr="004C53C7">
        <w:rPr>
          <w:rFonts w:ascii="Arial" w:hAnsi="Arial" w:cs="Arial"/>
          <w:i/>
          <w:color w:val="4BACC6" w:themeColor="accent5"/>
          <w:sz w:val="28"/>
          <w:szCs w:val="28"/>
        </w:rPr>
        <w:t>j</w:t>
      </w:r>
      <w:r w:rsidR="00262E5D" w:rsidRPr="004C53C7">
        <w:rPr>
          <w:rFonts w:ascii="Arial" w:hAnsi="Arial" w:cs="Arial"/>
          <w:i/>
          <w:color w:val="4BACC6" w:themeColor="accent5"/>
          <w:sz w:val="28"/>
          <w:szCs w:val="28"/>
        </w:rPr>
        <w:t>marketer</w:t>
      </w:r>
    </w:p>
    <w:p w14:paraId="3C55AE04" w14:textId="77777777" w:rsidR="00D964C0" w:rsidRPr="00D964C0" w:rsidRDefault="00D964C0" w:rsidP="00D964C0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</w:t>
      </w:r>
      <w:r w:rsidR="00262E5D" w:rsidRPr="00D964C0">
        <w:rPr>
          <w:rFonts w:ascii="Arial" w:hAnsi="Arial" w:cs="Arial"/>
          <w:sz w:val="28"/>
          <w:szCs w:val="28"/>
        </w:rPr>
        <w:t>assword</w:t>
      </w:r>
      <w:r w:rsidR="00262E5D" w:rsidRPr="004C53C7">
        <w:rPr>
          <w:rFonts w:ascii="Arial" w:hAnsi="Arial" w:cs="Arial"/>
          <w:i/>
          <w:color w:val="4BACC6" w:themeColor="accent5"/>
          <w:sz w:val="28"/>
          <w:szCs w:val="28"/>
        </w:rPr>
        <w:t>: jmarketer12</w:t>
      </w:r>
      <w:r w:rsidR="00262E5D" w:rsidRPr="004C53C7">
        <w:rPr>
          <w:rFonts w:ascii="Arial" w:hAnsi="Arial" w:cs="Arial"/>
          <w:color w:val="4BACC6" w:themeColor="accent5"/>
          <w:sz w:val="28"/>
          <w:szCs w:val="28"/>
        </w:rPr>
        <w:t>3!</w:t>
      </w:r>
    </w:p>
    <w:p w14:paraId="01174C2C" w14:textId="38811B69" w:rsidR="00F145A9" w:rsidRPr="004C53C7" w:rsidRDefault="00262E5D" w:rsidP="00F145A9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D964C0">
        <w:rPr>
          <w:rFonts w:ascii="Arial" w:hAnsi="Arial" w:cs="Arial"/>
          <w:sz w:val="28"/>
          <w:szCs w:val="28"/>
        </w:rPr>
        <w:t>To lock screen press</w:t>
      </w:r>
      <w:r w:rsidR="00116992" w:rsidRPr="004C53C7">
        <w:rPr>
          <w:rFonts w:ascii="Arial" w:hAnsi="Arial" w:cs="Arial"/>
          <w:color w:val="4BACC6" w:themeColor="accent5"/>
          <w:sz w:val="28"/>
          <w:szCs w:val="28"/>
        </w:rPr>
        <w:t xml:space="preserve">: </w:t>
      </w:r>
      <w:r w:rsidRPr="004C53C7">
        <w:rPr>
          <w:rFonts w:ascii="Arial" w:hAnsi="Arial" w:cs="Arial"/>
          <w:color w:val="4BACC6" w:themeColor="accent5"/>
          <w:sz w:val="28"/>
          <w:szCs w:val="28"/>
        </w:rPr>
        <w:t xml:space="preserve"> [Windows Key] + L</w:t>
      </w:r>
    </w:p>
    <w:sectPr w:rsidR="00F145A9" w:rsidRPr="004C53C7" w:rsidSect="00C53B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2590D"/>
    <w:multiLevelType w:val="hybridMultilevel"/>
    <w:tmpl w:val="0290CA1E"/>
    <w:lvl w:ilvl="0" w:tplc="2826BCC2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A791E88"/>
    <w:multiLevelType w:val="hybridMultilevel"/>
    <w:tmpl w:val="26968F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28"/>
    <w:rsid w:val="00116992"/>
    <w:rsid w:val="00156409"/>
    <w:rsid w:val="00254928"/>
    <w:rsid w:val="00262E5D"/>
    <w:rsid w:val="0036687B"/>
    <w:rsid w:val="00472243"/>
    <w:rsid w:val="00497FC2"/>
    <w:rsid w:val="004C53C7"/>
    <w:rsid w:val="006976D4"/>
    <w:rsid w:val="006A6934"/>
    <w:rsid w:val="00857D29"/>
    <w:rsid w:val="00966E26"/>
    <w:rsid w:val="009C4B1E"/>
    <w:rsid w:val="00B12BE5"/>
    <w:rsid w:val="00B55EE4"/>
    <w:rsid w:val="00B70371"/>
    <w:rsid w:val="00BF016A"/>
    <w:rsid w:val="00BF03A9"/>
    <w:rsid w:val="00C53BC7"/>
    <w:rsid w:val="00D964C0"/>
    <w:rsid w:val="00E8431B"/>
    <w:rsid w:val="00E85203"/>
    <w:rsid w:val="00F1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C53C7"/>
    <w:pPr>
      <w:keepNext/>
      <w:spacing w:before="240" w:after="60"/>
      <w:outlineLvl w:val="0"/>
    </w:pPr>
    <w:rPr>
      <w:rFonts w:ascii="Calibri" w:eastAsia="Times New Roman" w:hAnsi="Calibri"/>
      <w:b/>
      <w:bCs/>
      <w:color w:val="4BACC6" w:themeColor="accent5"/>
      <w:kern w:val="32"/>
      <w:sz w:val="40"/>
      <w:szCs w:val="28"/>
      <w:lang w:val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53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53C7"/>
    <w:rPr>
      <w:rFonts w:ascii="Calibri" w:eastAsia="Times New Roman" w:hAnsi="Calibri"/>
      <w:b/>
      <w:bCs/>
      <w:color w:val="4BACC6" w:themeColor="accent5"/>
      <w:kern w:val="32"/>
      <w:sz w:val="40"/>
      <w:szCs w:val="28"/>
      <w:lang w:val="de-DE"/>
    </w:rPr>
  </w:style>
  <w:style w:type="paragraph" w:styleId="ListParagraph">
    <w:name w:val="List Paragraph"/>
    <w:basedOn w:val="Normal"/>
    <w:uiPriority w:val="34"/>
    <w:qFormat/>
    <w:rsid w:val="00262E5D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C53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C53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C53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C53C7"/>
    <w:pPr>
      <w:keepNext/>
      <w:spacing w:before="240" w:after="60"/>
      <w:outlineLvl w:val="0"/>
    </w:pPr>
    <w:rPr>
      <w:rFonts w:ascii="Calibri" w:eastAsia="Times New Roman" w:hAnsi="Calibri"/>
      <w:b/>
      <w:bCs/>
      <w:color w:val="4BACC6" w:themeColor="accent5"/>
      <w:kern w:val="32"/>
      <w:sz w:val="40"/>
      <w:szCs w:val="28"/>
      <w:lang w:val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53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53C7"/>
    <w:rPr>
      <w:rFonts w:ascii="Calibri" w:eastAsia="Times New Roman" w:hAnsi="Calibri"/>
      <w:b/>
      <w:bCs/>
      <w:color w:val="4BACC6" w:themeColor="accent5"/>
      <w:kern w:val="32"/>
      <w:sz w:val="40"/>
      <w:szCs w:val="28"/>
      <w:lang w:val="de-DE"/>
    </w:rPr>
  </w:style>
  <w:style w:type="paragraph" w:styleId="ListParagraph">
    <w:name w:val="List Paragraph"/>
    <w:basedOn w:val="Normal"/>
    <w:uiPriority w:val="34"/>
    <w:qFormat/>
    <w:rsid w:val="00262E5D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C53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C53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C53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2009-09-23T14:06:00Z</outs:dateTime>
      <outs:isPinned>true</outs:isPinned>
    </outs:relatedDate>
    <outs:relatedDate>
      <outs:type>2</outs:type>
      <outs:displayName>Created</outs:displayName>
      <outs:dateTime>2009-03-30T10:59:00Z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uis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Klaus-Peter Eckert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E82E9181-662D-4590-AB9B-41E3F5C64051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FhG FOKUS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</dc:creator>
  <dc:description>Test document showing different list styles. Saved using office 2010 beta.</dc:description>
  <cp:lastModifiedBy>kpe</cp:lastModifiedBy>
  <cp:revision>5</cp:revision>
  <dcterms:created xsi:type="dcterms:W3CDTF">2009-11-16T17:21:00Z</dcterms:created>
  <dcterms:modified xsi:type="dcterms:W3CDTF">2009-12-01T11:17:00Z</dcterms:modified>
  <cp:category>auxiliary</cp:category>
</cp:coreProperties>
</file>